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74C0" w:rsidRPr="00AB19D8" w:rsidRDefault="007574C0" w:rsidP="007574C0">
      <w:pPr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</w:t>
      </w:r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6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  <w:r w:rsidRPr="00AB19D8">
        <w:rPr>
          <w:rFonts w:ascii="Arial" w:hAnsi="Arial" w:cs="Arial"/>
          <w:sz w:val="24"/>
        </w:rPr>
        <w:t>Calcule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7574C0" w:rsidRPr="00CD7353" w:rsidTr="007574C0">
        <w:trPr>
          <w:trHeight w:val="622"/>
          <w:jc w:val="center"/>
        </w:trPr>
        <w:tc>
          <w:tcPr>
            <w:tcW w:w="2461" w:type="dxa"/>
            <w:shd w:val="clear" w:color="auto" w:fill="auto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222 + 100 = …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1340 + 200 = …</w:t>
            </w:r>
          </w:p>
        </w:tc>
        <w:tc>
          <w:tcPr>
            <w:tcW w:w="2463" w:type="dxa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57 + 200 = …</w:t>
            </w:r>
          </w:p>
        </w:tc>
      </w:tr>
      <w:tr w:rsidR="007574C0" w:rsidRPr="00CD7353" w:rsidTr="007574C0">
        <w:trPr>
          <w:trHeight w:val="622"/>
          <w:jc w:val="center"/>
        </w:trPr>
        <w:tc>
          <w:tcPr>
            <w:tcW w:w="2461" w:type="dxa"/>
            <w:shd w:val="clear" w:color="auto" w:fill="auto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3400 + 30 = …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5000 + 300 = …</w:t>
            </w:r>
          </w:p>
        </w:tc>
        <w:tc>
          <w:tcPr>
            <w:tcW w:w="2463" w:type="dxa"/>
            <w:vAlign w:val="center"/>
          </w:tcPr>
          <w:p w:rsidR="007574C0" w:rsidRPr="007574C0" w:rsidRDefault="007574C0" w:rsidP="007574C0">
            <w:pPr>
              <w:rPr>
                <w:rFonts w:ascii="Arial" w:hAnsi="Arial" w:cs="Arial"/>
                <w:sz w:val="28"/>
                <w:szCs w:val="28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7200 + 600 = …</w:t>
            </w:r>
          </w:p>
        </w:tc>
      </w:tr>
    </w:tbl>
    <w:p w:rsidR="007574C0" w:rsidRDefault="007574C0" w:rsidP="007574C0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7574C0" w:rsidRPr="003205BB" w:rsidRDefault="007574C0" w:rsidP="007574C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proofErr w:type="gramStart"/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7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  <w:proofErr w:type="gramEnd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Pose et calcule les additions suivantes :</w:t>
      </w:r>
    </w:p>
    <w:tbl>
      <w:tblPr>
        <w:tblStyle w:val="Grilledutableau"/>
        <w:tblW w:w="7663" w:type="dxa"/>
        <w:tblLook w:val="04A0" w:firstRow="1" w:lastRow="0" w:firstColumn="1" w:lastColumn="0" w:noHBand="0" w:noVBand="1"/>
      </w:tblPr>
      <w:tblGrid>
        <w:gridCol w:w="1532"/>
        <w:gridCol w:w="1532"/>
        <w:gridCol w:w="1532"/>
        <w:gridCol w:w="1532"/>
        <w:gridCol w:w="1535"/>
      </w:tblGrid>
      <w:tr w:rsidR="007574C0" w:rsidTr="007574C0">
        <w:trPr>
          <w:trHeight w:val="806"/>
        </w:trPr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 w:rsidRPr="00625D28">
              <w:t>2</w:t>
            </w:r>
            <w:r>
              <w:t>5</w:t>
            </w:r>
            <w:r w:rsidRPr="00625D28">
              <w:t>3 + 45</w:t>
            </w:r>
            <w:r>
              <w:t>0</w:t>
            </w:r>
            <w:r w:rsidRPr="00625D28">
              <w:t xml:space="preserve">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1420 + 335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</w:t>
            </w:r>
            <w:r w:rsidRPr="00625D28">
              <w:t>27 + 15</w:t>
            </w:r>
            <w:r>
              <w:t>8</w:t>
            </w:r>
            <w:r w:rsidRPr="00625D28">
              <w:t xml:space="preserve">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7</w:t>
            </w:r>
            <w:r w:rsidRPr="00625D28">
              <w:t>28 + 46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542 + 279 =</w:t>
            </w:r>
          </w:p>
        </w:tc>
      </w:tr>
      <w:tr w:rsidR="007574C0" w:rsidTr="007574C0">
        <w:trPr>
          <w:trHeight w:val="2302"/>
        </w:trPr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</w:tr>
    </w:tbl>
    <w:p w:rsidR="007574C0" w:rsidRDefault="007574C0" w:rsidP="007574C0">
      <w:pPr>
        <w:pStyle w:val="Default"/>
      </w:pPr>
    </w:p>
    <w:p w:rsidR="007574C0" w:rsidRPr="003205BB" w:rsidRDefault="007574C0" w:rsidP="007574C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Pose et calcule les 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soustracti</w:t>
      </w: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ons suivantes :</w:t>
      </w:r>
    </w:p>
    <w:tbl>
      <w:tblPr>
        <w:tblStyle w:val="Grilledutableau"/>
        <w:tblW w:w="7678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8"/>
      </w:tblGrid>
      <w:tr w:rsidR="007574C0" w:rsidTr="007574C0">
        <w:trPr>
          <w:trHeight w:val="763"/>
        </w:trPr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683</w:t>
            </w:r>
            <w:r w:rsidRPr="00625D28">
              <w:t xml:space="preserve"> </w:t>
            </w:r>
            <w:r>
              <w:t>-</w:t>
            </w:r>
            <w:r w:rsidRPr="00625D28">
              <w:t xml:space="preserve"> 45</w:t>
            </w:r>
            <w:r>
              <w:t>1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575 - 333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7</w:t>
            </w:r>
            <w:r w:rsidRPr="00625D28">
              <w:t xml:space="preserve">27 </w:t>
            </w:r>
            <w:r>
              <w:t>- 127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481</w:t>
            </w:r>
            <w:r w:rsidRPr="00625D28">
              <w:t xml:space="preserve"> </w:t>
            </w:r>
            <w:r>
              <w:t>-</w:t>
            </w:r>
            <w:r w:rsidRPr="00625D28">
              <w:t xml:space="preserve"> </w:t>
            </w:r>
            <w:r>
              <w:t>2</w:t>
            </w:r>
            <w:r w:rsidRPr="00625D28">
              <w:t>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538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312 - 279 =</w:t>
            </w:r>
          </w:p>
        </w:tc>
      </w:tr>
      <w:tr w:rsidR="007574C0" w:rsidTr="007574C0">
        <w:trPr>
          <w:trHeight w:val="2177"/>
        </w:trPr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8" w:type="dxa"/>
          </w:tcPr>
          <w:p w:rsidR="007574C0" w:rsidRDefault="007574C0" w:rsidP="0089178D">
            <w:pPr>
              <w:pStyle w:val="Default"/>
            </w:pPr>
          </w:p>
        </w:tc>
      </w:tr>
    </w:tbl>
    <w:p w:rsidR="007574C0" w:rsidRDefault="007574C0" w:rsidP="007574C0">
      <w:pPr>
        <w:pStyle w:val="Default"/>
      </w:pPr>
    </w:p>
    <w:p w:rsidR="001D645B" w:rsidRDefault="001D645B">
      <w:pPr>
        <w:rPr>
          <w:rFonts w:ascii="Arial" w:hAnsi="Arial" w:cs="Arial"/>
          <w:sz w:val="28"/>
        </w:rPr>
      </w:pPr>
    </w:p>
    <w:p w:rsidR="007574C0" w:rsidRPr="00AB19D8" w:rsidRDefault="007574C0" w:rsidP="007574C0">
      <w:pPr>
        <w:rPr>
          <w:rFonts w:ascii="Arial" w:hAnsi="Arial" w:cs="Arial"/>
          <w:sz w:val="24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6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  <w:r w:rsidRPr="00AB19D8">
        <w:rPr>
          <w:rFonts w:ascii="Arial" w:hAnsi="Arial" w:cs="Arial"/>
          <w:sz w:val="24"/>
        </w:rPr>
        <w:t>Calcule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7574C0" w:rsidRPr="00CD7353" w:rsidTr="0089178D">
        <w:trPr>
          <w:trHeight w:val="622"/>
          <w:jc w:val="center"/>
        </w:trPr>
        <w:tc>
          <w:tcPr>
            <w:tcW w:w="2461" w:type="dxa"/>
            <w:shd w:val="clear" w:color="auto" w:fill="auto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222 + 100 = …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1340 + 200 = …</w:t>
            </w:r>
          </w:p>
        </w:tc>
        <w:tc>
          <w:tcPr>
            <w:tcW w:w="2463" w:type="dxa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57 + 200 = …</w:t>
            </w:r>
          </w:p>
        </w:tc>
      </w:tr>
      <w:tr w:rsidR="007574C0" w:rsidRPr="00CD7353" w:rsidTr="0089178D">
        <w:trPr>
          <w:trHeight w:val="622"/>
          <w:jc w:val="center"/>
        </w:trPr>
        <w:tc>
          <w:tcPr>
            <w:tcW w:w="2461" w:type="dxa"/>
            <w:shd w:val="clear" w:color="auto" w:fill="auto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3400 + 30 = …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  <w:u w:val="single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5000 + 300 = …</w:t>
            </w:r>
          </w:p>
        </w:tc>
        <w:tc>
          <w:tcPr>
            <w:tcW w:w="2463" w:type="dxa"/>
            <w:vAlign w:val="center"/>
          </w:tcPr>
          <w:p w:rsidR="007574C0" w:rsidRPr="007574C0" w:rsidRDefault="007574C0" w:rsidP="0089178D">
            <w:pPr>
              <w:rPr>
                <w:rFonts w:ascii="Arial" w:hAnsi="Arial" w:cs="Arial"/>
                <w:sz w:val="28"/>
                <w:szCs w:val="28"/>
              </w:rPr>
            </w:pPr>
            <w:r w:rsidRPr="007574C0">
              <w:rPr>
                <w:rFonts w:ascii="Arial" w:hAnsi="Arial" w:cs="Arial"/>
                <w:sz w:val="28"/>
                <w:szCs w:val="28"/>
              </w:rPr>
              <w:t>7200 + 600 = …</w:t>
            </w:r>
          </w:p>
        </w:tc>
      </w:tr>
    </w:tbl>
    <w:p w:rsidR="007574C0" w:rsidRDefault="007574C0" w:rsidP="007574C0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7574C0" w:rsidRPr="003205BB" w:rsidRDefault="007574C0" w:rsidP="007574C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proofErr w:type="gramStart"/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7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  <w:proofErr w:type="gramEnd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Pose et calcule les additions suivantes :</w:t>
      </w:r>
    </w:p>
    <w:tbl>
      <w:tblPr>
        <w:tblStyle w:val="Grilledutableau"/>
        <w:tblW w:w="7663" w:type="dxa"/>
        <w:tblLook w:val="04A0" w:firstRow="1" w:lastRow="0" w:firstColumn="1" w:lastColumn="0" w:noHBand="0" w:noVBand="1"/>
      </w:tblPr>
      <w:tblGrid>
        <w:gridCol w:w="1532"/>
        <w:gridCol w:w="1532"/>
        <w:gridCol w:w="1532"/>
        <w:gridCol w:w="1532"/>
        <w:gridCol w:w="1535"/>
      </w:tblGrid>
      <w:tr w:rsidR="007574C0" w:rsidTr="0089178D">
        <w:trPr>
          <w:trHeight w:val="806"/>
        </w:trPr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 w:rsidRPr="00625D28">
              <w:t>2</w:t>
            </w:r>
            <w:r>
              <w:t>5</w:t>
            </w:r>
            <w:r w:rsidRPr="00625D28">
              <w:t>3 + 45</w:t>
            </w:r>
            <w:r>
              <w:t>0</w:t>
            </w:r>
            <w:r w:rsidRPr="00625D28">
              <w:t xml:space="preserve">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1420 + 335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</w:t>
            </w:r>
            <w:r w:rsidRPr="00625D28">
              <w:t>27 + 15</w:t>
            </w:r>
            <w:r>
              <w:t>8</w:t>
            </w:r>
            <w:r w:rsidRPr="00625D28">
              <w:t xml:space="preserve"> =</w:t>
            </w:r>
          </w:p>
        </w:tc>
        <w:tc>
          <w:tcPr>
            <w:tcW w:w="1532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7</w:t>
            </w:r>
            <w:r w:rsidRPr="00625D28">
              <w:t>28 + 46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542 + 279 =</w:t>
            </w:r>
          </w:p>
        </w:tc>
      </w:tr>
      <w:tr w:rsidR="007574C0" w:rsidTr="0089178D">
        <w:trPr>
          <w:trHeight w:val="2302"/>
        </w:trPr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2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</w:tr>
    </w:tbl>
    <w:p w:rsidR="007574C0" w:rsidRDefault="007574C0" w:rsidP="007574C0">
      <w:pPr>
        <w:pStyle w:val="Default"/>
      </w:pPr>
    </w:p>
    <w:p w:rsidR="007574C0" w:rsidRPr="003205BB" w:rsidRDefault="007574C0" w:rsidP="007574C0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 </w:t>
      </w:r>
      <w:r w:rsidR="00A45C4C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8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 : </w:t>
      </w: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 xml:space="preserve">Pose et calcule les </w:t>
      </w:r>
      <w: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soustracti</w:t>
      </w:r>
      <w:r w:rsidRPr="003205BB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ons suivantes :</w:t>
      </w:r>
    </w:p>
    <w:tbl>
      <w:tblPr>
        <w:tblStyle w:val="Grilledutableau"/>
        <w:tblW w:w="7678" w:type="dxa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8"/>
      </w:tblGrid>
      <w:tr w:rsidR="007574C0" w:rsidTr="0089178D">
        <w:trPr>
          <w:trHeight w:val="763"/>
        </w:trPr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683</w:t>
            </w:r>
            <w:r w:rsidRPr="00625D28">
              <w:t xml:space="preserve"> </w:t>
            </w:r>
            <w:r>
              <w:t>-</w:t>
            </w:r>
            <w:r w:rsidRPr="00625D28">
              <w:t xml:space="preserve"> 45</w:t>
            </w:r>
            <w:r>
              <w:t>1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575 - 333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7</w:t>
            </w:r>
            <w:r w:rsidRPr="00625D28">
              <w:t xml:space="preserve">27 </w:t>
            </w:r>
            <w:r>
              <w:t>- 127</w:t>
            </w:r>
            <w:r w:rsidRPr="00625D28">
              <w:t xml:space="preserve"> =</w:t>
            </w:r>
          </w:p>
        </w:tc>
        <w:tc>
          <w:tcPr>
            <w:tcW w:w="1535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481</w:t>
            </w:r>
            <w:r w:rsidRPr="00625D28">
              <w:t xml:space="preserve"> </w:t>
            </w:r>
            <w:r>
              <w:t>-</w:t>
            </w:r>
            <w:r w:rsidRPr="00625D28">
              <w:t xml:space="preserve"> </w:t>
            </w:r>
            <w:r>
              <w:t>2</w:t>
            </w:r>
            <w:r w:rsidRPr="00625D28">
              <w:t>6</w:t>
            </w:r>
            <w:r>
              <w:t>4</w:t>
            </w:r>
            <w:r w:rsidRPr="00625D28">
              <w:t xml:space="preserve"> =</w:t>
            </w:r>
          </w:p>
        </w:tc>
        <w:tc>
          <w:tcPr>
            <w:tcW w:w="1538" w:type="dxa"/>
            <w:vAlign w:val="center"/>
          </w:tcPr>
          <w:p w:rsidR="007574C0" w:rsidRDefault="007574C0" w:rsidP="0089178D">
            <w:pPr>
              <w:pStyle w:val="Default"/>
              <w:jc w:val="center"/>
            </w:pPr>
            <w:r>
              <w:t>312 - 279 =</w:t>
            </w:r>
          </w:p>
        </w:tc>
      </w:tr>
      <w:tr w:rsidR="007574C0" w:rsidTr="0089178D">
        <w:trPr>
          <w:trHeight w:val="2177"/>
        </w:trPr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5" w:type="dxa"/>
          </w:tcPr>
          <w:p w:rsidR="007574C0" w:rsidRDefault="007574C0" w:rsidP="0089178D">
            <w:pPr>
              <w:pStyle w:val="Default"/>
            </w:pPr>
          </w:p>
        </w:tc>
        <w:tc>
          <w:tcPr>
            <w:tcW w:w="1538" w:type="dxa"/>
          </w:tcPr>
          <w:p w:rsidR="007574C0" w:rsidRDefault="007574C0" w:rsidP="0089178D">
            <w:pPr>
              <w:pStyle w:val="Default"/>
            </w:pPr>
          </w:p>
        </w:tc>
      </w:tr>
    </w:tbl>
    <w:p w:rsidR="007574C0" w:rsidRDefault="007574C0" w:rsidP="007574C0">
      <w:pPr>
        <w:pStyle w:val="Default"/>
      </w:pPr>
    </w:p>
    <w:p w:rsidR="007574C0" w:rsidRPr="007E024D" w:rsidRDefault="007574C0">
      <w:pPr>
        <w:rPr>
          <w:rFonts w:ascii="Arial" w:hAnsi="Arial" w:cs="Arial"/>
          <w:sz w:val="28"/>
        </w:rPr>
      </w:pPr>
    </w:p>
    <w:sectPr w:rsidR="007574C0" w:rsidRPr="007E024D" w:rsidSect="007574C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74C0"/>
    <w:rsid w:val="001D645B"/>
    <w:rsid w:val="005175A3"/>
    <w:rsid w:val="005F7238"/>
    <w:rsid w:val="007574C0"/>
    <w:rsid w:val="007E024D"/>
    <w:rsid w:val="00A45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FDAC"/>
  <w15:chartTrackingRefBased/>
  <w15:docId w15:val="{3B8B8A8F-CBA3-4C94-886C-362558E07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574C0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7574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7574C0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111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2016-11-20T09:37:00Z</dcterms:created>
  <dcterms:modified xsi:type="dcterms:W3CDTF">2017-08-23T12:51:00Z</dcterms:modified>
</cp:coreProperties>
</file>